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43143D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0D5D17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</w:p>
    <w:p w:rsidR="00E203BE" w:rsidRDefault="00E203BE" w:rsidP="00E203BE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0D5D17">
        <w:rPr>
          <w:sz w:val="24"/>
          <w:szCs w:val="24"/>
        </w:rPr>
        <w:t>23/08/2018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5D21C1" w:rsidP="005D21C1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80FA3">
        <w:rPr>
          <w:sz w:val="24"/>
          <w:szCs w:val="24"/>
        </w:rPr>
        <w:t xml:space="preserve">  </w:t>
      </w:r>
      <w:r w:rsidR="00160615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Francesco Di Capua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160615">
        <w:rPr>
          <w:sz w:val="24"/>
          <w:szCs w:val="24"/>
        </w:rPr>
        <w:t>Castellammare di Stabia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5D21C1">
        <w:rPr>
          <w:sz w:val="24"/>
          <w:szCs w:val="24"/>
        </w:rPr>
        <w:t xml:space="preserve">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5D21C1">
        <w:rPr>
          <w:rFonts w:eastAsia="Calibri"/>
          <w:sz w:val="24"/>
          <w:szCs w:val="24"/>
          <w:lang w:eastAsia="en-US"/>
        </w:rPr>
        <w:t>Scuola Media Statale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 w:rsidR="005D21C1">
        <w:rPr>
          <w:rFonts w:eastAsia="Calibri"/>
          <w:i/>
          <w:sz w:val="24"/>
          <w:szCs w:val="24"/>
          <w:lang w:eastAsia="en-US"/>
        </w:rPr>
        <w:t>Fucini - Roncalli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</w:t>
      </w:r>
      <w:r w:rsidR="005D21C1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5D21C1">
        <w:rPr>
          <w:rFonts w:eastAsia="Calibri"/>
          <w:sz w:val="24"/>
          <w:szCs w:val="24"/>
          <w:lang w:eastAsia="en-US"/>
        </w:rPr>
        <w:t xml:space="preserve">            Gragnano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160615">
        <w:rPr>
          <w:sz w:val="24"/>
          <w:szCs w:val="24"/>
        </w:rPr>
        <w:t xml:space="preserve">Cattolica – </w:t>
      </w:r>
      <w:r w:rsidR="005D21C1">
        <w:rPr>
          <w:sz w:val="24"/>
          <w:szCs w:val="24"/>
        </w:rPr>
        <w:t>Raffaelina Pentangelo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5D21C1">
        <w:rPr>
          <w:sz w:val="24"/>
          <w:szCs w:val="24"/>
        </w:rPr>
        <w:t>’Insegnante Raffaelina Pentangelo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P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5D21C1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RAFFAELINA PENTANGELO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 xml:space="preserve">nata a </w:t>
      </w:r>
      <w:r w:rsidR="005D21C1">
        <w:rPr>
          <w:sz w:val="24"/>
          <w:szCs w:val="24"/>
        </w:rPr>
        <w:t>Gragnano il 04/12/1953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5D21C1" w:rsidP="0043143D">
      <w:pPr>
        <w:rPr>
          <w:sz w:val="24"/>
          <w:szCs w:val="24"/>
        </w:rPr>
      </w:pPr>
      <w:r>
        <w:rPr>
          <w:sz w:val="24"/>
          <w:szCs w:val="24"/>
        </w:rPr>
        <w:t>13.00</w:t>
      </w:r>
      <w:r w:rsidR="00E203BE" w:rsidRPr="00E203BE">
        <w:rPr>
          <w:sz w:val="24"/>
          <w:szCs w:val="24"/>
        </w:rPr>
        <w:t xml:space="preserve"> ore </w:t>
      </w:r>
      <w:r w:rsidR="0043143D">
        <w:rPr>
          <w:sz w:val="24"/>
          <w:szCs w:val="24"/>
        </w:rPr>
        <w:t xml:space="preserve">Scuola Secondaria I° </w:t>
      </w:r>
      <w:r w:rsidR="00160615">
        <w:rPr>
          <w:sz w:val="24"/>
          <w:szCs w:val="24"/>
        </w:rPr>
        <w:t>Istituto Comprensivo “</w:t>
      </w:r>
      <w:r>
        <w:rPr>
          <w:i/>
          <w:sz w:val="24"/>
          <w:szCs w:val="24"/>
        </w:rPr>
        <w:t xml:space="preserve">Francesco Di </w:t>
      </w:r>
      <w:proofErr w:type="gramStart"/>
      <w:r>
        <w:rPr>
          <w:i/>
          <w:sz w:val="24"/>
          <w:szCs w:val="24"/>
        </w:rPr>
        <w:t>Capua</w:t>
      </w:r>
      <w:r w:rsidR="0043143D">
        <w:rPr>
          <w:sz w:val="24"/>
          <w:szCs w:val="24"/>
        </w:rPr>
        <w:t>”-</w:t>
      </w:r>
      <w:proofErr w:type="gramEnd"/>
      <w:r w:rsidR="0043143D">
        <w:rPr>
          <w:sz w:val="24"/>
          <w:szCs w:val="24"/>
        </w:rPr>
        <w:t xml:space="preserve"> C/</w:t>
      </w:r>
      <w:proofErr w:type="spellStart"/>
      <w:r w:rsidR="0043143D">
        <w:rPr>
          <w:sz w:val="24"/>
          <w:szCs w:val="24"/>
        </w:rPr>
        <w:t>mmare</w:t>
      </w:r>
      <w:proofErr w:type="spellEnd"/>
      <w:r w:rsidR="0043143D">
        <w:rPr>
          <w:sz w:val="24"/>
          <w:szCs w:val="24"/>
        </w:rPr>
        <w:t xml:space="preserve"> di Stabia </w:t>
      </w:r>
    </w:p>
    <w:p w:rsidR="00745729" w:rsidRDefault="005D21C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160615">
        <w:rPr>
          <w:sz w:val="24"/>
          <w:szCs w:val="24"/>
        </w:rPr>
        <w:t>.00 ore</w:t>
      </w:r>
      <w:r w:rsidR="0043143D">
        <w:rPr>
          <w:sz w:val="24"/>
          <w:szCs w:val="24"/>
        </w:rPr>
        <w:t xml:space="preserve"> Scuola Secondaria I°</w:t>
      </w:r>
      <w:bookmarkStart w:id="0" w:name="_GoBack"/>
      <w:bookmarkEnd w:id="0"/>
      <w:r w:rsidR="00160615">
        <w:rPr>
          <w:sz w:val="24"/>
          <w:szCs w:val="24"/>
        </w:rPr>
        <w:t xml:space="preserve"> Istituto Comprensivo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Fucini - Roncalli</w:t>
      </w:r>
      <w:r w:rsidR="00E203BE" w:rsidRPr="00E203BE">
        <w:rPr>
          <w:sz w:val="24"/>
          <w:szCs w:val="24"/>
        </w:rPr>
        <w:t xml:space="preserve">” - </w:t>
      </w:r>
      <w:r>
        <w:rPr>
          <w:sz w:val="24"/>
          <w:szCs w:val="24"/>
        </w:rPr>
        <w:t>Gragnano</w:t>
      </w: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p w:rsidR="00D31D3D" w:rsidRPr="00443481" w:rsidRDefault="00D31D3D" w:rsidP="00443481">
      <w:pPr>
        <w:jc w:val="both"/>
        <w:rPr>
          <w:sz w:val="28"/>
        </w:rPr>
      </w:pPr>
    </w:p>
    <w:sectPr w:rsidR="00D31D3D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32A" w:rsidRDefault="00ED432A">
      <w:r>
        <w:separator/>
      </w:r>
    </w:p>
  </w:endnote>
  <w:endnote w:type="continuationSeparator" w:id="0">
    <w:p w:rsidR="00ED432A" w:rsidRDefault="00ED4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32A" w:rsidRDefault="00ED432A">
      <w:r>
        <w:separator/>
      </w:r>
    </w:p>
  </w:footnote>
  <w:footnote w:type="continuationSeparator" w:id="0">
    <w:p w:rsidR="00ED432A" w:rsidRDefault="00ED4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30387"/>
    <w:rsid w:val="00056BE3"/>
    <w:rsid w:val="00065E4A"/>
    <w:rsid w:val="00090026"/>
    <w:rsid w:val="000B3508"/>
    <w:rsid w:val="000C12AA"/>
    <w:rsid w:val="000D37CF"/>
    <w:rsid w:val="000D5D17"/>
    <w:rsid w:val="00101D69"/>
    <w:rsid w:val="001138BF"/>
    <w:rsid w:val="0011698C"/>
    <w:rsid w:val="001313B0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3143D"/>
    <w:rsid w:val="00443481"/>
    <w:rsid w:val="00453384"/>
    <w:rsid w:val="00456F3A"/>
    <w:rsid w:val="00462814"/>
    <w:rsid w:val="004653AE"/>
    <w:rsid w:val="00480FA3"/>
    <w:rsid w:val="004D2F95"/>
    <w:rsid w:val="004F0772"/>
    <w:rsid w:val="0051435E"/>
    <w:rsid w:val="005264D7"/>
    <w:rsid w:val="00580B0A"/>
    <w:rsid w:val="005848FB"/>
    <w:rsid w:val="005963D3"/>
    <w:rsid w:val="005A2C0A"/>
    <w:rsid w:val="005A3D01"/>
    <w:rsid w:val="005A4A91"/>
    <w:rsid w:val="005B66FC"/>
    <w:rsid w:val="005C17E4"/>
    <w:rsid w:val="005D19EA"/>
    <w:rsid w:val="005D21C1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62480"/>
    <w:rsid w:val="007A54CE"/>
    <w:rsid w:val="007D0B4C"/>
    <w:rsid w:val="007D3B7E"/>
    <w:rsid w:val="007E5BFD"/>
    <w:rsid w:val="0082653E"/>
    <w:rsid w:val="008272DB"/>
    <w:rsid w:val="0085608D"/>
    <w:rsid w:val="008A313A"/>
    <w:rsid w:val="008E56F8"/>
    <w:rsid w:val="009243FC"/>
    <w:rsid w:val="00926B10"/>
    <w:rsid w:val="00974EEF"/>
    <w:rsid w:val="009E38A6"/>
    <w:rsid w:val="009F3420"/>
    <w:rsid w:val="00A464A4"/>
    <w:rsid w:val="00A70E4D"/>
    <w:rsid w:val="00AD120B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432A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143A655A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073D-CDC3-4B8B-8F2F-3B9574DB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1394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17</cp:revision>
  <cp:lastPrinted>2018-08-24T09:10:00Z</cp:lastPrinted>
  <dcterms:created xsi:type="dcterms:W3CDTF">2018-07-11T09:25:00Z</dcterms:created>
  <dcterms:modified xsi:type="dcterms:W3CDTF">2018-08-24T09:10:00Z</dcterms:modified>
</cp:coreProperties>
</file>